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4A3C91C" w:rsidR="005C6DCE" w:rsidRPr="0080358B" w:rsidRDefault="00711DAC"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711DA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64224F1" w:rsidR="006938F5" w:rsidRDefault="00711DAC" w:rsidP="006718D3">
            <w:pPr>
              <w:spacing w:after="0"/>
              <w:jc w:val="left"/>
            </w:pPr>
            <w:r>
              <w:t>ESTAT.F.3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B486A8C" w:rsidR="006938F5" w:rsidRDefault="00711DAC" w:rsidP="006718D3">
            <w:pPr>
              <w:spacing w:after="0"/>
              <w:jc w:val="left"/>
            </w:pPr>
            <w:r>
              <w:t>68499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DFC6846" w:rsidR="4EEB584D" w:rsidRDefault="00711DAC"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9EF3815" w:rsidR="006938F5" w:rsidRDefault="00711DA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21B7AF2" w:rsidR="3C2D33B5" w:rsidRDefault="00711DAC" w:rsidP="14270372">
            <w:pPr>
              <w:spacing w:after="0"/>
              <w:jc w:val="left"/>
            </w:pPr>
            <w:r>
              <w:t>Luxemburg</w:t>
            </w:r>
          </w:p>
          <w:p w14:paraId="6B7C1AA9" w14:textId="1B499FE2" w:rsidR="3C2D33B5" w:rsidRDefault="00711DAC" w:rsidP="14270372">
            <w:pPr>
              <w:spacing w:after="0"/>
              <w:jc w:val="left"/>
            </w:pPr>
            <w:r>
              <w:t>Luxembourg</w:t>
            </w:r>
          </w:p>
          <w:p w14:paraId="5C918E8F" w14:textId="4C152B53" w:rsidR="3C2D33B5" w:rsidRDefault="00711DAC" w:rsidP="14270372">
            <w:pPr>
              <w:spacing w:after="0"/>
              <w:jc w:val="left"/>
            </w:pPr>
            <w:r>
              <w:t>Luxemburg</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C83F5D4" w:rsidR="006938F5" w:rsidRDefault="00711DAC" w:rsidP="006718D3">
            <w:pPr>
              <w:spacing w:after="0"/>
              <w:jc w:val="left"/>
            </w:pPr>
            <w:r>
              <w:t>With allowances</w:t>
            </w:r>
          </w:p>
          <w:p w14:paraId="02E31856" w14:textId="29B545FF" w:rsidR="006938F5" w:rsidRDefault="00711DAC" w:rsidP="006718D3">
            <w:pPr>
              <w:spacing w:after="0"/>
              <w:jc w:val="left"/>
            </w:pPr>
            <w:r>
              <w:t>Avec indemnités</w:t>
            </w:r>
          </w:p>
          <w:p w14:paraId="720FD450" w14:textId="1A4850EF" w:rsidR="006938F5" w:rsidRDefault="00711DAC"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558FA9E" w:rsidR="006938F5" w:rsidRDefault="00711DAC" w:rsidP="006718D3">
            <w:pPr>
              <w:spacing w:after="0"/>
              <w:jc w:val="left"/>
            </w:pPr>
            <w:r>
              <w:t>Member States</w:t>
            </w:r>
          </w:p>
          <w:p w14:paraId="2A7DF233" w14:textId="65CDD824" w:rsidR="006938F5" w:rsidRDefault="00711DAC" w:rsidP="006718D3">
            <w:pPr>
              <w:spacing w:after="0"/>
              <w:jc w:val="left"/>
            </w:pPr>
            <w:r>
              <w:t>États membres</w:t>
            </w:r>
          </w:p>
          <w:p w14:paraId="13C75E2E" w14:textId="397674DD" w:rsidR="006938F5" w:rsidRDefault="00711DA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B82D8E2" w:rsidR="006938F5" w:rsidRDefault="00711DAC"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0BC3DFA" w:rsidR="00A95A44" w:rsidRPr="00E61551" w:rsidRDefault="00711DAC"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5C64856" w14:textId="77777777" w:rsidR="00711DAC" w:rsidRDefault="00711DAC" w:rsidP="003C1977">
      <w:pPr>
        <w:spacing w:after="0"/>
      </w:pPr>
      <w:r>
        <w:t>Unit F3 (one of the five units in Eurostat Directorate for Social Statistics) is in charge of the statistics on labour market and skills. This covers collection, processing, analysis and dissemination of data as well as conceptual and methodological developments. Unit F3 comprises 28 persons and consists of five teams, of which three relate to the Labour Force Survey (LFS), one on Labour Market statistics on Businesses (LMB) and one on Adult Education and Skills.</w:t>
      </w:r>
    </w:p>
    <w:p w14:paraId="5428AFFB" w14:textId="77777777" w:rsidR="00711DAC" w:rsidRDefault="00711DAC" w:rsidP="003C1977">
      <w:pPr>
        <w:spacing w:after="0"/>
      </w:pPr>
      <w:r>
        <w:t>The wide range of data that unit F3 provides is key to economic, monetary and social policy. Our headline indicators get high attention by a variety of stakeholders like the media, the financial markets as well as public and private decision makers.</w:t>
      </w:r>
    </w:p>
    <w:p w14:paraId="22C3FE1B" w14:textId="77777777" w:rsidR="00711DAC" w:rsidRDefault="00711DAC" w:rsidP="003C1977">
      <w:pPr>
        <w:spacing w:after="0"/>
      </w:pPr>
      <w:r>
        <w:t>Many indicators produced in the Unit are key elements of the European Pillar of Social Rights Dashboard. The Unit cooperates closely with European Commission services such as DG EMPL, DG EAC, DG ECFIN, DG JUST and DG REGIO as well as the European Central Bank, ILO and OECD. As labour market and skills data are of a cross-cutting nature, there are also regular contacts with many other Eurostat units.</w:t>
      </w:r>
    </w:p>
    <w:p w14:paraId="2444BC8A" w14:textId="5D230001"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2AD16F0" w14:textId="77777777" w:rsidR="00711DAC" w:rsidRDefault="00711DAC" w:rsidP="003C1977">
      <w:pPr>
        <w:spacing w:after="0"/>
      </w:pPr>
      <w:r>
        <w:t>We are offering the position of Seconded National Expert who will join the team on LFS main indicators and Monthly unemployment rate (MUR). In total, 5 persons are working in this team.</w:t>
      </w:r>
    </w:p>
    <w:p w14:paraId="685D53D3" w14:textId="77777777" w:rsidR="00711DAC" w:rsidRDefault="00711DAC" w:rsidP="003C1977">
      <w:pPr>
        <w:spacing w:after="0"/>
      </w:pPr>
      <w:r>
        <w:t xml:space="preserve">Our new colleague will contribute to the statistical process and be the main responsible for the delivery of the statistical output on one or more topics in the domain of LFS main indicators. He/she will act as a back-up in the domain of Monthly unemployment rate (MUR) and whenever necessary he/she will deputise the team leader. On temporary basis, the new colleague might need to contribute to the activities of another team in the unit in charge of Labour Market statistics. </w:t>
      </w:r>
    </w:p>
    <w:p w14:paraId="5922F0C1" w14:textId="77777777" w:rsidR="00711DAC" w:rsidRDefault="00711DAC" w:rsidP="003C1977">
      <w:pPr>
        <w:spacing w:after="0"/>
      </w:pPr>
      <w:r>
        <w:t>Main tasks will include the following activities:</w:t>
      </w:r>
    </w:p>
    <w:p w14:paraId="07DC3ACE" w14:textId="77777777" w:rsidR="00711DAC" w:rsidRDefault="00711DAC" w:rsidP="003C1977">
      <w:pPr>
        <w:spacing w:after="0"/>
      </w:pPr>
      <w:r>
        <w:t>•</w:t>
      </w:r>
      <w:r>
        <w:tab/>
        <w:t xml:space="preserve">Process, monitor and assess quality of statistical data </w:t>
      </w:r>
    </w:p>
    <w:p w14:paraId="7A5D0258" w14:textId="77777777" w:rsidR="00711DAC" w:rsidRDefault="00711DAC" w:rsidP="003C1977">
      <w:pPr>
        <w:spacing w:after="0"/>
      </w:pPr>
      <w:r>
        <w:t>•</w:t>
      </w:r>
      <w:r>
        <w:tab/>
        <w:t>Calculate, aggregate data and produce statistical estimates in case of missing data</w:t>
      </w:r>
    </w:p>
    <w:p w14:paraId="104BE1C6" w14:textId="77777777" w:rsidR="00711DAC" w:rsidRDefault="00711DAC" w:rsidP="003C1977">
      <w:pPr>
        <w:spacing w:after="0"/>
      </w:pPr>
      <w:r>
        <w:t>•</w:t>
      </w:r>
      <w:r>
        <w:tab/>
        <w:t>Analyse statistical results including their breakdowns up to their publication</w:t>
      </w:r>
    </w:p>
    <w:p w14:paraId="09BA5486" w14:textId="77777777" w:rsidR="00711DAC" w:rsidRDefault="00711DAC" w:rsidP="003C1977">
      <w:pPr>
        <w:spacing w:after="0"/>
      </w:pPr>
      <w:r>
        <w:t>•</w:t>
      </w:r>
      <w:r>
        <w:tab/>
        <w:t>Draft and edit statistical texts in English (reports, manuals, etc.) for dissemination</w:t>
      </w:r>
    </w:p>
    <w:p w14:paraId="35C44C22" w14:textId="77777777" w:rsidR="00711DAC" w:rsidRDefault="00711DAC" w:rsidP="003C1977">
      <w:pPr>
        <w:spacing w:after="0"/>
      </w:pPr>
      <w:r>
        <w:t>•</w:t>
      </w:r>
      <w:r>
        <w:tab/>
        <w:t>Handle user requests for information on statistical and methodological issues</w:t>
      </w:r>
    </w:p>
    <w:p w14:paraId="6E00AAAA" w14:textId="77777777" w:rsidR="00711DAC" w:rsidRDefault="00711DAC" w:rsidP="003C1977">
      <w:pPr>
        <w:spacing w:after="0"/>
      </w:pPr>
      <w:r>
        <w:t>•</w:t>
      </w:r>
      <w:r>
        <w:tab/>
        <w:t>Ensure work alignment with other teams as well as with other team members</w:t>
      </w:r>
    </w:p>
    <w:p w14:paraId="59C0FE54" w14:textId="77777777" w:rsidR="00711DAC" w:rsidRDefault="00711DAC" w:rsidP="003C1977">
      <w:pPr>
        <w:spacing w:after="0"/>
      </w:pPr>
      <w:r>
        <w:t>•</w:t>
      </w:r>
      <w:r>
        <w:tab/>
        <w:t>Perform back-up functions whenever necessary and ensure Business Continuity in all circumstances</w:t>
      </w:r>
    </w:p>
    <w:p w14:paraId="2F9857A5" w14:textId="77777777" w:rsidR="00711DAC" w:rsidRDefault="00711DAC" w:rsidP="003C1977">
      <w:pPr>
        <w:spacing w:after="0"/>
      </w:pPr>
      <w:r>
        <w:t>•</w:t>
      </w:r>
      <w:r>
        <w:tab/>
        <w:t>Investigate methodologies / methods (national and international) in place and document them</w:t>
      </w:r>
    </w:p>
    <w:p w14:paraId="4BE1FBAC" w14:textId="77777777" w:rsidR="00711DAC" w:rsidRDefault="00711DAC" w:rsidP="003C1977">
      <w:pPr>
        <w:spacing w:after="0"/>
      </w:pPr>
      <w:r>
        <w:t>•</w:t>
      </w:r>
      <w:r>
        <w:tab/>
        <w:t>Define, develop and compile new statistical indicators including their seasonal adjustment</w:t>
      </w:r>
    </w:p>
    <w:p w14:paraId="6450C3CF" w14:textId="77777777" w:rsidR="00711DAC" w:rsidRDefault="00711DAC" w:rsidP="003C1977">
      <w:pPr>
        <w:spacing w:after="0"/>
      </w:pPr>
    </w:p>
    <w:p w14:paraId="2F404D97" w14:textId="77777777" w:rsidR="00711DAC" w:rsidRDefault="00711DAC" w:rsidP="003C1977">
      <w:pPr>
        <w:spacing w:after="0"/>
      </w:pPr>
      <w:r>
        <w:lastRenderedPageBreak/>
        <w:t>He/she will contribute with papers and presentations to the Working Group on Labour Market Statistics and to other events in the domain.</w:t>
      </w:r>
    </w:p>
    <w:p w14:paraId="4FA38409" w14:textId="5DFF893A"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3AA1CDD" w14:textId="77777777" w:rsidR="00711DAC" w:rsidRDefault="00711DAC" w:rsidP="00527473">
      <w:pPr>
        <w:spacing w:after="0"/>
        <w:jc w:val="left"/>
      </w:pPr>
      <w:r>
        <w:t xml:space="preserve">We look for a motivated person with strong organisational, statistical and language skills. </w:t>
      </w:r>
    </w:p>
    <w:p w14:paraId="0B90F19E" w14:textId="77777777" w:rsidR="00711DAC" w:rsidRDefault="00711DAC" w:rsidP="00527473">
      <w:pPr>
        <w:spacing w:after="0"/>
        <w:jc w:val="left"/>
      </w:pPr>
      <w:r>
        <w:t>The candidate should:</w:t>
      </w:r>
    </w:p>
    <w:p w14:paraId="4179B1E7" w14:textId="77777777" w:rsidR="00711DAC" w:rsidRDefault="00711DAC" w:rsidP="00527473">
      <w:pPr>
        <w:spacing w:after="0"/>
        <w:jc w:val="left"/>
      </w:pPr>
      <w:r>
        <w:t>•</w:t>
      </w:r>
      <w:r>
        <w:tab/>
        <w:t>have an academic or professional background in statistics, mathematics, economics or related</w:t>
      </w:r>
    </w:p>
    <w:p w14:paraId="0BFE754A" w14:textId="77777777" w:rsidR="00711DAC" w:rsidRDefault="00711DAC" w:rsidP="00527473">
      <w:pPr>
        <w:spacing w:after="0"/>
        <w:jc w:val="left"/>
      </w:pPr>
      <w:r>
        <w:t>•</w:t>
      </w:r>
      <w:r>
        <w:tab/>
        <w:t>be aware of the statistical methods and the development of statistical products</w:t>
      </w:r>
    </w:p>
    <w:p w14:paraId="104CD2E9" w14:textId="77777777" w:rsidR="00711DAC" w:rsidRDefault="00711DAC" w:rsidP="00527473">
      <w:pPr>
        <w:spacing w:after="0"/>
        <w:jc w:val="left"/>
      </w:pPr>
      <w:r>
        <w:t>•</w:t>
      </w:r>
      <w:r>
        <w:tab/>
        <w:t>have strong conceptual, analysis, problem-solving as well as project management skills</w:t>
      </w:r>
    </w:p>
    <w:p w14:paraId="40B381D6" w14:textId="77777777" w:rsidR="00711DAC" w:rsidRDefault="00711DAC" w:rsidP="00527473">
      <w:pPr>
        <w:spacing w:after="0"/>
        <w:jc w:val="left"/>
      </w:pPr>
      <w:r>
        <w:t>•</w:t>
      </w:r>
      <w:r>
        <w:tab/>
        <w:t>be able to communicate with various stakeholders, negotiate and defend the interest of the institution</w:t>
      </w:r>
    </w:p>
    <w:p w14:paraId="352CFCEC" w14:textId="77777777" w:rsidR="00711DAC" w:rsidRDefault="00711DAC" w:rsidP="00527473">
      <w:pPr>
        <w:spacing w:after="0"/>
        <w:jc w:val="left"/>
      </w:pPr>
      <w:r>
        <w:t>•</w:t>
      </w:r>
      <w:r>
        <w:tab/>
        <w:t>be a team player who can take and implement initiatives, is able to work autonomously and engage a team to deliver up to the highest statistical standards</w:t>
      </w:r>
    </w:p>
    <w:p w14:paraId="21D1078E" w14:textId="77777777" w:rsidR="00711DAC" w:rsidRDefault="00711DAC" w:rsidP="00527473">
      <w:pPr>
        <w:spacing w:after="0"/>
        <w:jc w:val="left"/>
      </w:pPr>
      <w:r>
        <w:t>Service oriented approach, willingness and ability to learn and a sense of responsibility are expected. A good command of English is essential.</w:t>
      </w:r>
    </w:p>
    <w:p w14:paraId="0DE8C532" w14:textId="1D069D66"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418FD7AF" w:rsidR="0017274D" w:rsidRPr="008250D4" w:rsidRDefault="00711DAC"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9270263" w14:textId="77777777" w:rsidR="00711DAC" w:rsidRDefault="00711DAC" w:rsidP="00527473">
      <w:pPr>
        <w:spacing w:after="0"/>
        <w:rPr>
          <w:lang w:val="de-DE"/>
        </w:rPr>
      </w:pPr>
      <w:r>
        <w:rPr>
          <w:lang w:val="de-DE"/>
        </w:rPr>
        <w:t>L’unité F3 (l’une des cinq unités de la direction des statistiques sociales d’Eurostat) est chargée des statistiques sur le marché du travail et les compétences. Il s’agit notamment de la collecte, du traitement, de l’analyse et de la diffusion des données, ainsi que des développements conceptuels et méthodologiques. L’unité F3 se compose de 28 personnes et de cinq équipes, dont trois sont liées à l’enquête sur les forces de travail (EFT), une aux statistiques du marché du travail concernant les entreprises et une à l’éducation et aux compétences des adultes.</w:t>
      </w:r>
    </w:p>
    <w:p w14:paraId="053E3B80" w14:textId="77777777" w:rsidR="00711DAC" w:rsidRDefault="00711DAC" w:rsidP="00527473">
      <w:pPr>
        <w:spacing w:after="0"/>
        <w:rPr>
          <w:lang w:val="de-DE"/>
        </w:rPr>
      </w:pPr>
      <w:r>
        <w:rPr>
          <w:lang w:val="de-DE"/>
        </w:rPr>
        <w:t>La grande variété de données fournies par l’unité F3 est essentiel pour des politiques économiques, monétaires et sociales. Nos indicateurs clés sont suivis de près par diverses parties prenantes, comme les médias, les marchés financiers ainsi que les décideurs publics et privés.</w:t>
      </w:r>
    </w:p>
    <w:p w14:paraId="4E8A55FA" w14:textId="77777777" w:rsidR="00711DAC" w:rsidRDefault="00711DAC" w:rsidP="00527473">
      <w:pPr>
        <w:spacing w:after="0"/>
        <w:rPr>
          <w:lang w:val="de-DE"/>
        </w:rPr>
      </w:pPr>
      <w:r>
        <w:rPr>
          <w:lang w:val="de-DE"/>
        </w:rPr>
        <w:t>De nombreux indicateurs produits au sein de l’unité sont des éléments clés du tableau de bord du socle européen des droits sociaux. L’unité coopère étroitement avec les services de la Commission européenne tels que la DG EMPL, la DG EAC, la DG ECFIN, la DG JUST et la DG REGIO, ainsi qu’avec la Banque centrale européenne, l’OIT et l’OCDE. Comme les données sur le marché du travail et les compétences sont transversales, il existe également des contacts réguliers avec de nombreuses autres unités d’Eurostat.</w:t>
      </w:r>
    </w:p>
    <w:p w14:paraId="6810D07E" w14:textId="29AF8B93"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154A108" w14:textId="77777777" w:rsidR="00711DAC" w:rsidRDefault="00711DAC" w:rsidP="00527473">
      <w:pPr>
        <w:spacing w:after="0"/>
        <w:jc w:val="left"/>
        <w:rPr>
          <w:lang w:val="de-DE"/>
        </w:rPr>
      </w:pPr>
      <w:r>
        <w:rPr>
          <w:lang w:val="de-DE"/>
        </w:rPr>
        <w:t>Nous proposons le poste d’expert national détaché qui rejoindra l’équipe chargée des principaux indicateurs de l’EFT et du taux de chômage mensuel. Au total, 5 personnes travaillent dans cette équipe.</w:t>
      </w:r>
    </w:p>
    <w:p w14:paraId="3D267DCF" w14:textId="77777777" w:rsidR="00711DAC" w:rsidRDefault="00711DAC" w:rsidP="00527473">
      <w:pPr>
        <w:spacing w:after="0"/>
        <w:jc w:val="left"/>
        <w:rPr>
          <w:lang w:val="de-DE"/>
        </w:rPr>
      </w:pPr>
      <w:r>
        <w:rPr>
          <w:lang w:val="de-DE"/>
        </w:rPr>
        <w:t xml:space="preserve">Notre nouveau/nouvelle collègue contribuera au processus statistique et sera le principal responsable de la livraison des résultats statistiques sur un ou plusieurs thèmes dans le domaine des principaux indicateurs de l’EFT. Il/elle fera office de remplaçant dans le domaine du taux de chômage mensuel (MUR) et, si nécessaire, il/elle assurera la suppléance du chef d’équipe. À titre temporaire, le/la nouveau/nouvelle collègue pourrait devoir contribuer aux activités d’une autre équipe dans l’unité chargée des statistiques du marché du travail. </w:t>
      </w:r>
    </w:p>
    <w:p w14:paraId="79E1823C" w14:textId="77777777" w:rsidR="00711DAC" w:rsidRDefault="00711DAC" w:rsidP="00527473">
      <w:pPr>
        <w:spacing w:after="0"/>
        <w:jc w:val="left"/>
        <w:rPr>
          <w:lang w:val="de-DE"/>
        </w:rPr>
      </w:pPr>
      <w:r>
        <w:rPr>
          <w:lang w:val="de-DE"/>
        </w:rPr>
        <w:t>Les principales tâches comprendront les activités suivantes :</w:t>
      </w:r>
    </w:p>
    <w:p w14:paraId="61E6F3D5" w14:textId="77777777" w:rsidR="00711DAC" w:rsidRDefault="00711DAC" w:rsidP="00527473">
      <w:pPr>
        <w:spacing w:after="0"/>
        <w:jc w:val="left"/>
        <w:rPr>
          <w:lang w:val="de-DE"/>
        </w:rPr>
      </w:pPr>
      <w:r>
        <w:rPr>
          <w:lang w:val="de-DE"/>
        </w:rPr>
        <w:t>•</w:t>
      </w:r>
      <w:r>
        <w:rPr>
          <w:lang w:val="de-DE"/>
        </w:rPr>
        <w:tab/>
        <w:t xml:space="preserve">Traiter, suivre et évaluer la qualité des données statistiques </w:t>
      </w:r>
    </w:p>
    <w:p w14:paraId="4F7A4DAD" w14:textId="77777777" w:rsidR="00711DAC" w:rsidRDefault="00711DAC" w:rsidP="00527473">
      <w:pPr>
        <w:spacing w:after="0"/>
        <w:jc w:val="left"/>
        <w:rPr>
          <w:lang w:val="de-DE"/>
        </w:rPr>
      </w:pPr>
      <w:r>
        <w:rPr>
          <w:lang w:val="de-DE"/>
        </w:rPr>
        <w:t>•</w:t>
      </w:r>
      <w:r>
        <w:rPr>
          <w:lang w:val="de-DE"/>
        </w:rPr>
        <w:tab/>
        <w:t>Calculer, agréger les données et produire des estimations statistiques en cas de données manquantes</w:t>
      </w:r>
    </w:p>
    <w:p w14:paraId="7250A0FE" w14:textId="77777777" w:rsidR="00711DAC" w:rsidRDefault="00711DAC" w:rsidP="00527473">
      <w:pPr>
        <w:spacing w:after="0"/>
        <w:jc w:val="left"/>
        <w:rPr>
          <w:lang w:val="de-DE"/>
        </w:rPr>
      </w:pPr>
      <w:r>
        <w:rPr>
          <w:lang w:val="de-DE"/>
        </w:rPr>
        <w:t>•</w:t>
      </w:r>
      <w:r>
        <w:rPr>
          <w:lang w:val="de-DE"/>
        </w:rPr>
        <w:tab/>
        <w:t>Analyser les résultats statistiques, y compris leurs ventilations jusqu’à leur publication ;</w:t>
      </w:r>
    </w:p>
    <w:p w14:paraId="36DE7C7D" w14:textId="77777777" w:rsidR="00711DAC" w:rsidRDefault="00711DAC" w:rsidP="00527473">
      <w:pPr>
        <w:spacing w:after="0"/>
        <w:jc w:val="left"/>
        <w:rPr>
          <w:lang w:val="de-DE"/>
        </w:rPr>
      </w:pPr>
      <w:r>
        <w:rPr>
          <w:lang w:val="de-DE"/>
        </w:rPr>
        <w:t>•</w:t>
      </w:r>
      <w:r>
        <w:rPr>
          <w:lang w:val="de-DE"/>
        </w:rPr>
        <w:tab/>
        <w:t>Rédiger et modifier des textes statistiques en anglais (rapports, manuels, etc.) en vue de leur diffusion</w:t>
      </w:r>
    </w:p>
    <w:p w14:paraId="3331AA89" w14:textId="77777777" w:rsidR="00711DAC" w:rsidRDefault="00711DAC" w:rsidP="00527473">
      <w:pPr>
        <w:spacing w:after="0"/>
        <w:jc w:val="left"/>
        <w:rPr>
          <w:lang w:val="de-DE"/>
        </w:rPr>
      </w:pPr>
      <w:r>
        <w:rPr>
          <w:lang w:val="de-DE"/>
        </w:rPr>
        <w:t>•</w:t>
      </w:r>
      <w:r>
        <w:rPr>
          <w:lang w:val="de-DE"/>
        </w:rPr>
        <w:tab/>
        <w:t>Traiter les demandes d’informations des utilisateurs sur des questions statistiques et méthodologiques</w:t>
      </w:r>
    </w:p>
    <w:p w14:paraId="19FA8E13" w14:textId="77777777" w:rsidR="00711DAC" w:rsidRDefault="00711DAC" w:rsidP="00527473">
      <w:pPr>
        <w:spacing w:after="0"/>
        <w:jc w:val="left"/>
        <w:rPr>
          <w:lang w:val="de-DE"/>
        </w:rPr>
      </w:pPr>
      <w:r>
        <w:rPr>
          <w:lang w:val="de-DE"/>
        </w:rPr>
        <w:t>•</w:t>
      </w:r>
      <w:r>
        <w:rPr>
          <w:lang w:val="de-DE"/>
        </w:rPr>
        <w:tab/>
        <w:t>Assurer l’alignement du travail avec les autres équipes ainsi qu’avec les autres membres de l’équipe</w:t>
      </w:r>
    </w:p>
    <w:p w14:paraId="13F2D410" w14:textId="77777777" w:rsidR="00711DAC" w:rsidRDefault="00711DAC" w:rsidP="00527473">
      <w:pPr>
        <w:spacing w:after="0"/>
        <w:jc w:val="left"/>
        <w:rPr>
          <w:lang w:val="de-DE"/>
        </w:rPr>
      </w:pPr>
      <w:r>
        <w:rPr>
          <w:lang w:val="de-DE"/>
        </w:rPr>
        <w:t>•</w:t>
      </w:r>
      <w:r>
        <w:rPr>
          <w:lang w:val="de-DE"/>
        </w:rPr>
        <w:tab/>
        <w:t>Effectuer des fonctions de sauvegarde chaque fois que cela est nécessaire et assurer la continuité des activités en toutes circonstances</w:t>
      </w:r>
    </w:p>
    <w:p w14:paraId="4D8142FF" w14:textId="77777777" w:rsidR="00711DAC" w:rsidRDefault="00711DAC" w:rsidP="00527473">
      <w:pPr>
        <w:spacing w:after="0"/>
        <w:jc w:val="left"/>
        <w:rPr>
          <w:lang w:val="de-DE"/>
        </w:rPr>
      </w:pPr>
      <w:r>
        <w:rPr>
          <w:lang w:val="de-DE"/>
        </w:rPr>
        <w:t>•</w:t>
      </w:r>
      <w:r>
        <w:rPr>
          <w:lang w:val="de-DE"/>
        </w:rPr>
        <w:tab/>
        <w:t>Étudier les méthodologies/méthodes (nationales et internationales) en place et les documenter</w:t>
      </w:r>
    </w:p>
    <w:p w14:paraId="1914670B" w14:textId="77777777" w:rsidR="00711DAC" w:rsidRDefault="00711DAC" w:rsidP="00527473">
      <w:pPr>
        <w:spacing w:after="0"/>
        <w:jc w:val="left"/>
        <w:rPr>
          <w:lang w:val="de-DE"/>
        </w:rPr>
      </w:pPr>
      <w:r>
        <w:rPr>
          <w:lang w:val="de-DE"/>
        </w:rPr>
        <w:t>•</w:t>
      </w:r>
      <w:r>
        <w:rPr>
          <w:lang w:val="de-DE"/>
        </w:rPr>
        <w:tab/>
        <w:t>Définir, développer et compiler de nouveaux indicateurs statistiques, y compris leurs corrections des variations saisonnières</w:t>
      </w:r>
    </w:p>
    <w:p w14:paraId="2DF980D5" w14:textId="77777777" w:rsidR="00711DAC" w:rsidRDefault="00711DAC" w:rsidP="00527473">
      <w:pPr>
        <w:spacing w:after="0"/>
        <w:jc w:val="left"/>
        <w:rPr>
          <w:lang w:val="de-DE"/>
        </w:rPr>
      </w:pPr>
    </w:p>
    <w:p w14:paraId="3AAEC72F" w14:textId="77777777" w:rsidR="00711DAC" w:rsidRDefault="00711DAC" w:rsidP="00527473">
      <w:pPr>
        <w:spacing w:after="0"/>
        <w:jc w:val="left"/>
        <w:rPr>
          <w:lang w:val="de-DE"/>
        </w:rPr>
      </w:pPr>
      <w:r>
        <w:rPr>
          <w:lang w:val="de-DE"/>
        </w:rPr>
        <w:t>Il/elle contribuera des documents et des présentations au groupe de travail sur les statistiques du marché du travail et aux autres événements dans ce domaine.</w:t>
      </w:r>
    </w:p>
    <w:p w14:paraId="59404C02" w14:textId="6A9D96CB"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F554743" w14:textId="77777777" w:rsidR="00711DAC" w:rsidRDefault="00711DAC" w:rsidP="00527473">
      <w:pPr>
        <w:spacing w:after="0"/>
        <w:rPr>
          <w:lang w:val="de-DE"/>
        </w:rPr>
      </w:pPr>
      <w:r>
        <w:rPr>
          <w:lang w:val="de-DE"/>
        </w:rPr>
        <w:t xml:space="preserve">Nous recherchons une personne motivée possédant de solides compétences organisationnelles, statistiques et linguistiques. </w:t>
      </w:r>
    </w:p>
    <w:p w14:paraId="21E9BA62" w14:textId="77777777" w:rsidR="00711DAC" w:rsidRDefault="00711DAC" w:rsidP="00527473">
      <w:pPr>
        <w:spacing w:after="0"/>
        <w:rPr>
          <w:lang w:val="de-DE"/>
        </w:rPr>
      </w:pPr>
      <w:r>
        <w:rPr>
          <w:lang w:val="de-DE"/>
        </w:rPr>
        <w:t>Le candidat devra:</w:t>
      </w:r>
    </w:p>
    <w:p w14:paraId="058B6C0F" w14:textId="77777777" w:rsidR="00711DAC" w:rsidRDefault="00711DAC" w:rsidP="00527473">
      <w:pPr>
        <w:spacing w:after="0"/>
        <w:rPr>
          <w:lang w:val="de-DE"/>
        </w:rPr>
      </w:pPr>
      <w:r>
        <w:rPr>
          <w:lang w:val="de-DE"/>
        </w:rPr>
        <w:t>•</w:t>
      </w:r>
      <w:r>
        <w:rPr>
          <w:lang w:val="de-DE"/>
        </w:rPr>
        <w:tab/>
        <w:t>avoir une formation universitaire ou professionnelle dans les domaines des statistiques, des mathématiques, de l’économie ou dans des domaines connexes</w:t>
      </w:r>
    </w:p>
    <w:p w14:paraId="06AC7587" w14:textId="77777777" w:rsidR="00711DAC" w:rsidRDefault="00711DAC" w:rsidP="00527473">
      <w:pPr>
        <w:spacing w:after="0"/>
        <w:rPr>
          <w:lang w:val="de-DE"/>
        </w:rPr>
      </w:pPr>
      <w:r>
        <w:rPr>
          <w:lang w:val="de-DE"/>
        </w:rPr>
        <w:t>•</w:t>
      </w:r>
      <w:r>
        <w:rPr>
          <w:lang w:val="de-DE"/>
        </w:rPr>
        <w:tab/>
        <w:t>connaître les méthodes statistiques et le développement des produits statistiques</w:t>
      </w:r>
    </w:p>
    <w:p w14:paraId="3725311B" w14:textId="77777777" w:rsidR="00711DAC" w:rsidRDefault="00711DAC" w:rsidP="00527473">
      <w:pPr>
        <w:spacing w:after="0"/>
        <w:rPr>
          <w:lang w:val="de-DE"/>
        </w:rPr>
      </w:pPr>
      <w:r>
        <w:rPr>
          <w:lang w:val="de-DE"/>
        </w:rPr>
        <w:t>•</w:t>
      </w:r>
      <w:r>
        <w:rPr>
          <w:lang w:val="de-DE"/>
        </w:rPr>
        <w:tab/>
        <w:t>posséder de solides compétences en matière de conception, d’analyse, de résolution de problèmes et de gestion de projets</w:t>
      </w:r>
    </w:p>
    <w:p w14:paraId="337F47F5" w14:textId="77777777" w:rsidR="00711DAC" w:rsidRDefault="00711DAC" w:rsidP="00527473">
      <w:pPr>
        <w:spacing w:after="0"/>
        <w:rPr>
          <w:lang w:val="de-DE"/>
        </w:rPr>
      </w:pPr>
      <w:r>
        <w:rPr>
          <w:lang w:val="de-DE"/>
        </w:rPr>
        <w:t>•</w:t>
      </w:r>
      <w:r>
        <w:rPr>
          <w:lang w:val="de-DE"/>
        </w:rPr>
        <w:tab/>
        <w:t>être  capable de communiquer avec diverses parties prenantes, de négocier et de défendre les intérêts de l’institution</w:t>
      </w:r>
    </w:p>
    <w:p w14:paraId="00F7582C" w14:textId="77777777" w:rsidR="00711DAC" w:rsidRDefault="00711DAC" w:rsidP="00527473">
      <w:pPr>
        <w:spacing w:after="0"/>
        <w:rPr>
          <w:lang w:val="de-DE"/>
        </w:rPr>
      </w:pPr>
      <w:r>
        <w:rPr>
          <w:lang w:val="de-DE"/>
        </w:rPr>
        <w:t>•</w:t>
      </w:r>
      <w:r>
        <w:rPr>
          <w:lang w:val="de-DE"/>
        </w:rPr>
        <w:tab/>
        <w:t>avoir l’esprit d’équipe et être capable de prendre et de mettre en œuvre des initiatives, de travailler de manière autonome et d’engager une équipe pour répondre aux normes statistiques les plus élevées.</w:t>
      </w:r>
    </w:p>
    <w:p w14:paraId="5607052D" w14:textId="77777777" w:rsidR="00711DAC" w:rsidRDefault="00711DAC" w:rsidP="00527473">
      <w:pPr>
        <w:spacing w:after="0"/>
        <w:rPr>
          <w:lang w:val="de-DE"/>
        </w:rPr>
      </w:pPr>
      <w:r>
        <w:rPr>
          <w:lang w:val="de-DE"/>
        </w:rPr>
        <w:t>Une approche axée sur le service, une volonté et une capacité d’apprendre ainsi qu’un sens des responsabilités sont attendus. Une bonne maîtrise de l’anglais est essentielle.</w:t>
      </w:r>
    </w:p>
    <w:p w14:paraId="7B92B82C" w14:textId="2BFE4E1A"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76CE577" w:rsidR="0017274D" w:rsidRPr="00E61551" w:rsidRDefault="00711DAC"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35F5FF2" w14:textId="77777777" w:rsidR="00711DAC" w:rsidRDefault="00711DAC" w:rsidP="00527473">
      <w:pPr>
        <w:spacing w:after="0"/>
        <w:rPr>
          <w:lang w:val="de-DE"/>
        </w:rPr>
      </w:pPr>
      <w:r>
        <w:rPr>
          <w:lang w:val="de-DE"/>
        </w:rPr>
        <w:t>Das Referat F3 (eines der fünf Referate der Eurostat-Direktion für Sozialstatistik) ist für die Statistik über den Arbeitsmarkt und Kompetenzen zuständig. Dies umfasst die Erhebung, Verarbeitung, Analyse und Veröffentlichung von Daten sowie konzeptionelle und methodische Entwicklungen. Das Referat F3 umfasst 28 Personen und besteht aus fünf Teams, von denen sich drei auf die Arbeitskräfteerhebung (AKE), eines auf unternehmensbezogene Arbeitsmarktstatistiken (LMB) und eines auf Erwachsenenbildung und Kompetenzen konzentrieren.</w:t>
      </w:r>
    </w:p>
    <w:p w14:paraId="49415093" w14:textId="77777777" w:rsidR="00711DAC" w:rsidRDefault="00711DAC" w:rsidP="00527473">
      <w:pPr>
        <w:spacing w:after="0"/>
        <w:rPr>
          <w:lang w:val="de-DE"/>
        </w:rPr>
      </w:pPr>
      <w:r>
        <w:rPr>
          <w:lang w:val="de-DE"/>
        </w:rPr>
        <w:t>Das breite Datenspektrum, das das Referat F3 bereitstellt, ist von entscheidender Bedeutung für die Wirtschafts-, Währungs- und Sozialpolitik. Unsere Leitindikatoren erhalten von einer Vielzahl von Interessenträgern wie den Medien, den Finanzmärkten sowie öffentlichen und privaten Entscheidungsträgern große Aufmerksamkeit.</w:t>
      </w:r>
    </w:p>
    <w:p w14:paraId="567AB2D8" w14:textId="77777777" w:rsidR="00711DAC" w:rsidRDefault="00711DAC" w:rsidP="00527473">
      <w:pPr>
        <w:spacing w:after="0"/>
        <w:rPr>
          <w:lang w:val="de-DE"/>
        </w:rPr>
      </w:pPr>
      <w:r>
        <w:rPr>
          <w:lang w:val="de-DE"/>
        </w:rPr>
        <w:t>Viele der im Referat erstellten Indikatoren sind Schlüsselelemente des Dashboards zur europäischen Säule sozialer Rechte. Das Referat arbeitet eng mit den Dienststellen der Europäischen Kommission wie der GD EMPL, der GD EAC, der GD ECFIN, der GD JUST und der GD REGIO sowie mit der Europäischen Zentralbank, der IAO und der OECD zusammen. Da Arbeitsmarkt- und Qualifikationsdaten bereichsübergreifend sind, bestehen auch regelmäßige Kontakte zu vielen anderen Eurostat-Referaten.</w:t>
      </w:r>
    </w:p>
    <w:p w14:paraId="2B6785AE" w14:textId="3BA57B5F"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34E0447" w14:textId="77777777" w:rsidR="00711DAC" w:rsidRDefault="00711DAC" w:rsidP="00527473">
      <w:pPr>
        <w:spacing w:after="0"/>
        <w:rPr>
          <w:lang w:val="de-DE"/>
        </w:rPr>
      </w:pPr>
      <w:r>
        <w:rPr>
          <w:lang w:val="de-DE"/>
        </w:rPr>
        <w:t>Wir bieten die Stelle einer/s abgeordneten nationalen Sachverständigen an, der/die dem Team für die AKE-Hauptindikatoren und die monatliche Arbeitslosenquote (MUR) angehören wird. Insgesamt sind 5 Personen in diesem Team tätig.</w:t>
      </w:r>
    </w:p>
    <w:p w14:paraId="0315B2FE" w14:textId="77777777" w:rsidR="00711DAC" w:rsidRDefault="00711DAC" w:rsidP="00527473">
      <w:pPr>
        <w:spacing w:after="0"/>
        <w:rPr>
          <w:lang w:val="de-DE"/>
        </w:rPr>
      </w:pPr>
      <w:r>
        <w:rPr>
          <w:lang w:val="de-DE"/>
        </w:rPr>
        <w:t xml:space="preserve">Unser/e neue/r Kollege/in wird zum statistischen Prozess beitragen und die Hauptverantwortung für die Bereitstellung der statistischen Ergebnisse zu einem oder mehreren Themen im Bereich der AKE-Hauptindikatoren tragen. Er/sie wird als Stellvertreter/in im Bereich der monatlichen Arbeitslosenquote fungieren und bei Bedarf die Teamleitung stellvertretend übernehmen. Vorübergehend könnte der/die neue Kolleg/in möglicherweise zu den Tätigkeiten eines anderen für die Arbeitsmarktstatistik zuständigen Teams im Referat beitragen. </w:t>
      </w:r>
    </w:p>
    <w:p w14:paraId="7ED0CFA3" w14:textId="77777777" w:rsidR="00711DAC" w:rsidRDefault="00711DAC" w:rsidP="00527473">
      <w:pPr>
        <w:spacing w:after="0"/>
        <w:rPr>
          <w:lang w:val="de-DE"/>
        </w:rPr>
      </w:pPr>
      <w:r>
        <w:rPr>
          <w:lang w:val="de-DE"/>
        </w:rPr>
        <w:t>Zu den Hauptaufgaben gehören folgende Tätigkeiten:</w:t>
      </w:r>
    </w:p>
    <w:p w14:paraId="3138DF96" w14:textId="77777777" w:rsidR="00711DAC" w:rsidRDefault="00711DAC" w:rsidP="00527473">
      <w:pPr>
        <w:spacing w:after="0"/>
        <w:rPr>
          <w:lang w:val="de-DE"/>
        </w:rPr>
      </w:pPr>
      <w:r>
        <w:rPr>
          <w:lang w:val="de-DE"/>
        </w:rPr>
        <w:t>•</w:t>
      </w:r>
      <w:r>
        <w:rPr>
          <w:lang w:val="de-DE"/>
        </w:rPr>
        <w:tab/>
        <w:t xml:space="preserve">Verarbeitung und Qualitätssicherung statistischer Daten </w:t>
      </w:r>
    </w:p>
    <w:p w14:paraId="39B6BDC8" w14:textId="77777777" w:rsidR="00711DAC" w:rsidRDefault="00711DAC" w:rsidP="00527473">
      <w:pPr>
        <w:spacing w:after="0"/>
        <w:rPr>
          <w:lang w:val="de-DE"/>
        </w:rPr>
      </w:pPr>
      <w:r>
        <w:rPr>
          <w:lang w:val="de-DE"/>
        </w:rPr>
        <w:t>•</w:t>
      </w:r>
      <w:r>
        <w:rPr>
          <w:lang w:val="de-DE"/>
        </w:rPr>
        <w:tab/>
        <w:t>Berechnung, Aggregation von Daten und Erstellung statistischer Schätzungen bei fehlenden Daten</w:t>
      </w:r>
    </w:p>
    <w:p w14:paraId="5D17C68F" w14:textId="77777777" w:rsidR="00711DAC" w:rsidRDefault="00711DAC" w:rsidP="00527473">
      <w:pPr>
        <w:spacing w:after="0"/>
        <w:rPr>
          <w:lang w:val="de-DE"/>
        </w:rPr>
      </w:pPr>
      <w:r>
        <w:rPr>
          <w:lang w:val="de-DE"/>
        </w:rPr>
        <w:t>•</w:t>
      </w:r>
      <w:r>
        <w:rPr>
          <w:lang w:val="de-DE"/>
        </w:rPr>
        <w:tab/>
        <w:t>Analyse der statistischen Ergebnisse einschließlich ihrer Untergliederungen und ihre Veröffentlichung</w:t>
      </w:r>
    </w:p>
    <w:p w14:paraId="7070C4F8" w14:textId="77777777" w:rsidR="00711DAC" w:rsidRDefault="00711DAC" w:rsidP="00527473">
      <w:pPr>
        <w:spacing w:after="0"/>
        <w:rPr>
          <w:lang w:val="de-DE"/>
        </w:rPr>
      </w:pPr>
      <w:r>
        <w:rPr>
          <w:lang w:val="de-DE"/>
        </w:rPr>
        <w:t>•</w:t>
      </w:r>
      <w:r>
        <w:rPr>
          <w:lang w:val="de-DE"/>
        </w:rPr>
        <w:tab/>
        <w:t xml:space="preserve">Verfassen und Bearbeiten statistischer Texte in englischer Sprache (Berichte, Handbücher usw.) </w:t>
      </w:r>
    </w:p>
    <w:p w14:paraId="3141B896" w14:textId="77777777" w:rsidR="00711DAC" w:rsidRDefault="00711DAC" w:rsidP="00527473">
      <w:pPr>
        <w:spacing w:after="0"/>
        <w:rPr>
          <w:lang w:val="de-DE"/>
        </w:rPr>
      </w:pPr>
      <w:r>
        <w:rPr>
          <w:lang w:val="de-DE"/>
        </w:rPr>
        <w:t>•</w:t>
      </w:r>
      <w:r>
        <w:rPr>
          <w:lang w:val="de-DE"/>
        </w:rPr>
        <w:tab/>
        <w:t>Bearbeitung von Nutzeranfragen zu statistischen und methodischen Fragen</w:t>
      </w:r>
    </w:p>
    <w:p w14:paraId="5C710D8E" w14:textId="77777777" w:rsidR="00711DAC" w:rsidRDefault="00711DAC" w:rsidP="00527473">
      <w:pPr>
        <w:spacing w:after="0"/>
        <w:rPr>
          <w:lang w:val="de-DE"/>
        </w:rPr>
      </w:pPr>
      <w:r>
        <w:rPr>
          <w:lang w:val="de-DE"/>
        </w:rPr>
        <w:t>•</w:t>
      </w:r>
      <w:r>
        <w:rPr>
          <w:lang w:val="de-DE"/>
        </w:rPr>
        <w:tab/>
        <w:t>Gewährleistung der Koordination mit anderen Teams sowie mit anderen Teammitgliedern</w:t>
      </w:r>
    </w:p>
    <w:p w14:paraId="45639DAB" w14:textId="77777777" w:rsidR="00711DAC" w:rsidRDefault="00711DAC" w:rsidP="00527473">
      <w:pPr>
        <w:spacing w:after="0"/>
        <w:rPr>
          <w:lang w:val="de-DE"/>
        </w:rPr>
      </w:pPr>
      <w:r>
        <w:rPr>
          <w:lang w:val="de-DE"/>
        </w:rPr>
        <w:t>•</w:t>
      </w:r>
      <w:r>
        <w:rPr>
          <w:lang w:val="de-DE"/>
        </w:rPr>
        <w:tab/>
        <w:t>Bei Bedarf Durchführung von Backup-Funktionen und Gewährleistung der Betriebskontinuität unter allen Umständen</w:t>
      </w:r>
    </w:p>
    <w:p w14:paraId="2D9CE224" w14:textId="77777777" w:rsidR="00711DAC" w:rsidRDefault="00711DAC" w:rsidP="00527473">
      <w:pPr>
        <w:spacing w:after="0"/>
        <w:rPr>
          <w:lang w:val="de-DE"/>
        </w:rPr>
      </w:pPr>
      <w:r>
        <w:rPr>
          <w:lang w:val="de-DE"/>
        </w:rPr>
        <w:t>•</w:t>
      </w:r>
      <w:r>
        <w:rPr>
          <w:lang w:val="de-DE"/>
        </w:rPr>
        <w:tab/>
        <w:t>Untersuchung der vorhandenen (nationalen und internationalen) Methoden und deren Dokumentation</w:t>
      </w:r>
    </w:p>
    <w:p w14:paraId="667967A3" w14:textId="77777777" w:rsidR="00711DAC" w:rsidRDefault="00711DAC" w:rsidP="00527473">
      <w:pPr>
        <w:spacing w:after="0"/>
        <w:rPr>
          <w:lang w:val="de-DE"/>
        </w:rPr>
      </w:pPr>
      <w:r>
        <w:rPr>
          <w:lang w:val="de-DE"/>
        </w:rPr>
        <w:t>•</w:t>
      </w:r>
      <w:r>
        <w:rPr>
          <w:lang w:val="de-DE"/>
        </w:rPr>
        <w:tab/>
        <w:t>Festlegung, Entwicklung und Zusammenstellung neuer statistischer Indikatoren, einschließlich ihrer Saisonbereinigung</w:t>
      </w:r>
    </w:p>
    <w:p w14:paraId="723275B8" w14:textId="77777777" w:rsidR="00711DAC" w:rsidRDefault="00711DAC" w:rsidP="00527473">
      <w:pPr>
        <w:spacing w:after="0"/>
        <w:rPr>
          <w:lang w:val="de-DE"/>
        </w:rPr>
      </w:pPr>
    </w:p>
    <w:p w14:paraId="40EF168F" w14:textId="77777777" w:rsidR="00711DAC" w:rsidRDefault="00711DAC" w:rsidP="00527473">
      <w:pPr>
        <w:spacing w:after="0"/>
        <w:rPr>
          <w:lang w:val="de-DE"/>
        </w:rPr>
      </w:pPr>
      <w:r>
        <w:rPr>
          <w:lang w:val="de-DE"/>
        </w:rPr>
        <w:t>Er/sie wird mit Papieren und Präsentationen zur Arbeitsgruppe „Arbeitsmarktstatistik“ und zu anderen Gremien in diesem Bereich beitragen.</w:t>
      </w:r>
    </w:p>
    <w:p w14:paraId="2BE34DBA" w14:textId="2F0DD69D"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F810F77" w14:textId="77777777" w:rsidR="00711DAC" w:rsidRDefault="00711DAC" w:rsidP="00527473">
      <w:pPr>
        <w:spacing w:after="0"/>
        <w:rPr>
          <w:lang w:val="en-US"/>
        </w:rPr>
      </w:pPr>
      <w:r>
        <w:rPr>
          <w:lang w:val="en-US"/>
        </w:rPr>
        <w:t xml:space="preserve">Wir suchen eine motivierte Person mit ausgeprägten organisatorischen, statistischen und Sprachkenntnissen. </w:t>
      </w:r>
    </w:p>
    <w:p w14:paraId="0D53E7B7" w14:textId="77777777" w:rsidR="00711DAC" w:rsidRDefault="00711DAC" w:rsidP="00527473">
      <w:pPr>
        <w:spacing w:after="0"/>
        <w:rPr>
          <w:lang w:val="en-US"/>
        </w:rPr>
      </w:pPr>
      <w:r>
        <w:rPr>
          <w:lang w:val="en-US"/>
        </w:rPr>
        <w:t>Der Bewerber/die Bewerberin sollte:</w:t>
      </w:r>
    </w:p>
    <w:p w14:paraId="5BFFB350" w14:textId="77777777" w:rsidR="00711DAC" w:rsidRDefault="00711DAC" w:rsidP="00527473">
      <w:pPr>
        <w:spacing w:after="0"/>
        <w:rPr>
          <w:lang w:val="en-US"/>
        </w:rPr>
      </w:pPr>
      <w:r>
        <w:rPr>
          <w:lang w:val="en-US"/>
        </w:rPr>
        <w:t>•</w:t>
      </w:r>
      <w:r>
        <w:rPr>
          <w:lang w:val="en-US"/>
        </w:rPr>
        <w:tab/>
        <w:t>über einen akademischen oder beruflichen Hintergrund in Statistik, Mathematik, Wirtschaft oder verwandten Bereichen verfügen.</w:t>
      </w:r>
    </w:p>
    <w:p w14:paraId="323D0018" w14:textId="77777777" w:rsidR="00711DAC" w:rsidRDefault="00711DAC" w:rsidP="00527473">
      <w:pPr>
        <w:spacing w:after="0"/>
        <w:rPr>
          <w:lang w:val="en-US"/>
        </w:rPr>
      </w:pPr>
      <w:r>
        <w:rPr>
          <w:lang w:val="en-US"/>
        </w:rPr>
        <w:t>•</w:t>
      </w:r>
      <w:r>
        <w:rPr>
          <w:lang w:val="en-US"/>
        </w:rPr>
        <w:tab/>
        <w:t>mit statistischen Methoden und der Entwicklung statistischer Produkte vertraut sein.</w:t>
      </w:r>
    </w:p>
    <w:p w14:paraId="576EDD5A" w14:textId="77777777" w:rsidR="00711DAC" w:rsidRDefault="00711DAC" w:rsidP="00527473">
      <w:pPr>
        <w:spacing w:after="0"/>
        <w:rPr>
          <w:lang w:val="en-US"/>
        </w:rPr>
      </w:pPr>
      <w:r>
        <w:rPr>
          <w:lang w:val="en-US"/>
        </w:rPr>
        <w:t>•</w:t>
      </w:r>
      <w:r>
        <w:rPr>
          <w:lang w:val="en-US"/>
        </w:rPr>
        <w:tab/>
        <w:t>ausgeprägte konzeptionelle, analytische, Problemlösungs- und Projektmanagementfähigkeiten mitbringen</w:t>
      </w:r>
    </w:p>
    <w:p w14:paraId="4B61DAD8" w14:textId="77777777" w:rsidR="00711DAC" w:rsidRDefault="00711DAC" w:rsidP="00527473">
      <w:pPr>
        <w:spacing w:after="0"/>
        <w:rPr>
          <w:lang w:val="en-US"/>
        </w:rPr>
      </w:pPr>
      <w:r>
        <w:rPr>
          <w:lang w:val="en-US"/>
        </w:rPr>
        <w:t>•</w:t>
      </w:r>
      <w:r>
        <w:rPr>
          <w:lang w:val="en-US"/>
        </w:rPr>
        <w:tab/>
        <w:t>die Fähigkeit, mit verschiedenen Interessenträgern zu kommunizieren, die Interessen der Institution auszuhandeln und zu verteidigen, mitbringen</w:t>
      </w:r>
    </w:p>
    <w:p w14:paraId="1C0282E6" w14:textId="77777777" w:rsidR="00711DAC" w:rsidRDefault="00711DAC" w:rsidP="00527473">
      <w:pPr>
        <w:spacing w:after="0"/>
        <w:rPr>
          <w:lang w:val="en-US"/>
        </w:rPr>
      </w:pPr>
      <w:r>
        <w:rPr>
          <w:lang w:val="en-US"/>
        </w:rPr>
        <w:t>•</w:t>
      </w:r>
      <w:r>
        <w:rPr>
          <w:lang w:val="en-US"/>
        </w:rPr>
        <w:tab/>
        <w:t>Teamfähigkeit und Eigeninitiative mitbringen, in der Lage sein, sowohl selbstständig als auch im Team zu arbeiten, um die höchsten statistischen Standards zu erfüllen.</w:t>
      </w:r>
    </w:p>
    <w:p w14:paraId="5225AE56" w14:textId="77777777" w:rsidR="00711DAC" w:rsidRDefault="00711DAC" w:rsidP="00527473">
      <w:pPr>
        <w:spacing w:after="0"/>
        <w:rPr>
          <w:lang w:val="en-US"/>
        </w:rPr>
      </w:pPr>
      <w:r>
        <w:rPr>
          <w:lang w:val="en-US"/>
        </w:rPr>
        <w:t>Erwartet werden ein dienstleistungsorientierter Ansatz, Lernbereitschaft und -fähigkeit sowie Verantwortungsbewusstsein. Gute Englischkenntnisse sind unerlässlich.</w:t>
      </w:r>
    </w:p>
    <w:p w14:paraId="7DFF067A" w14:textId="2764693A"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711DA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711DA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711DA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711DA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711DA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711DA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711DA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711DA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711DA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711DA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3704D"/>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1DAC"/>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650260-B32F-4BD5-8339-33EB5F783112}"/>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3774</Words>
  <Characters>21514</Characters>
  <Application>Microsoft Office Word</Application>
  <DocSecurity>4</DocSecurity>
  <PresentationFormat>Microsoft Word 14.0</PresentationFormat>
  <Lines>179</Lines>
  <Paragraphs>50</Paragraphs>
  <ScaleCrop>true</ScaleCrop>
  <Company/>
  <LinksUpToDate>false</LinksUpToDate>
  <CharactersWithSpaces>25238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2026-02-11T14:13:00Z</dcterms:created>
  <dcterms:modified xsi:type="dcterms:W3CDTF">2026-02-11T14:13:00Z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